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E7B45" w14:textId="77777777" w:rsidR="006772DC" w:rsidRDefault="007E647C" w:rsidP="006772DC">
      <w:pPr>
        <w:sectPr w:rsidR="006772DC" w:rsidSect="004E322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276" w:bottom="1418" w:left="1276" w:header="567" w:footer="567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13381AF" wp14:editId="3002C734">
            <wp:simplePos x="0" y="0"/>
            <wp:positionH relativeFrom="margin">
              <wp:align>left</wp:align>
            </wp:positionH>
            <wp:positionV relativeFrom="page">
              <wp:posOffset>540385</wp:posOffset>
            </wp:positionV>
            <wp:extent cx="1508400" cy="540000"/>
            <wp:effectExtent l="0" t="0" r="0" b="0"/>
            <wp:wrapTopAndBottom/>
            <wp:docPr id="1271776774" name="Picture 1271776774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4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8BCEAC" w14:textId="5ED30435" w:rsidR="008E4821" w:rsidRPr="008E4821" w:rsidRDefault="00CD38FF" w:rsidP="00867698">
      <w:pPr>
        <w:pStyle w:val="Adressaat"/>
      </w:pPr>
      <w:r>
        <w:t>Terviseamet</w:t>
      </w:r>
    </w:p>
    <w:p w14:paraId="7A8476B2" w14:textId="3AA87910" w:rsidR="008E4821" w:rsidRPr="008E4821" w:rsidRDefault="00CD38FF" w:rsidP="00D579D4">
      <w:pPr>
        <w:pStyle w:val="Tekst0"/>
        <w:tabs>
          <w:tab w:val="left" w:pos="5387"/>
        </w:tabs>
      </w:pPr>
      <w:r>
        <w:t>Paldiski mnt 81</w:t>
      </w:r>
      <w:r w:rsidR="00D06BA2">
        <w:t>, Tallinn</w:t>
      </w:r>
    </w:p>
    <w:p w14:paraId="46CA7F2D" w14:textId="488EBBC4" w:rsidR="008E4821" w:rsidRDefault="00B0544C" w:rsidP="00867698">
      <w:pPr>
        <w:pStyle w:val="Aadress"/>
      </w:pPr>
      <w:r w:rsidRPr="00172B16">
        <w:t>10614</w:t>
      </w:r>
      <w:r w:rsidR="002E6BCC" w:rsidRPr="00172B16">
        <w:t xml:space="preserve"> Harjumaa</w:t>
      </w:r>
      <w:r w:rsidR="008E4821" w:rsidRPr="00172B16">
        <w:tab/>
      </w:r>
      <w:r w:rsidR="002E6BCC" w:rsidRPr="00172B16">
        <w:tab/>
        <w:t>08.02.2024</w:t>
      </w:r>
      <w:r w:rsidR="008E4821" w:rsidRPr="00172B16">
        <w:t xml:space="preserve"> nr </w:t>
      </w:r>
      <w:r w:rsidR="002E6BCC" w:rsidRPr="00172B16">
        <w:t>7-1/</w:t>
      </w:r>
      <w:r w:rsidR="00172B16" w:rsidRPr="00172B16">
        <w:t>743</w:t>
      </w:r>
    </w:p>
    <w:p w14:paraId="617DCC91" w14:textId="674FB9DE" w:rsidR="008E4821" w:rsidRPr="007F0CF5" w:rsidRDefault="00172B16" w:rsidP="00E650AE">
      <w:pPr>
        <w:pStyle w:val="Indekslinn"/>
      </w:pPr>
      <w:hyperlink r:id="rId15" w:history="1">
        <w:r w:rsidR="00631A1A" w:rsidRPr="001D7519">
          <w:rPr>
            <w:rStyle w:val="Hperlink"/>
          </w:rPr>
          <w:t>info@terviseamet.ee</w:t>
        </w:r>
      </w:hyperlink>
    </w:p>
    <w:p w14:paraId="321DD41B" w14:textId="241C2A65" w:rsidR="008E4821" w:rsidRPr="007F0CF5" w:rsidRDefault="002E6BCC" w:rsidP="002E6BCC">
      <w:pPr>
        <w:pStyle w:val="Kirjapealkiri"/>
        <w:tabs>
          <w:tab w:val="left" w:pos="1635"/>
        </w:tabs>
        <w:spacing w:before="720" w:after="480"/>
      </w:pPr>
      <w:r>
        <w:t>Viimsi valla ühisveevärgi ja -kanalisatsiooni arendamise kava 2024-2036 kooskõlastamine</w:t>
      </w:r>
      <w:r>
        <w:tab/>
      </w:r>
    </w:p>
    <w:p w14:paraId="3A5293EE" w14:textId="77777777" w:rsidR="002E6BCC" w:rsidRDefault="002E6BCC" w:rsidP="002E6BCC">
      <w:r>
        <w:t xml:space="preserve">Käesolevaga edastan Teile kooskõlastamiseks Viimsi valla </w:t>
      </w:r>
      <w:r w:rsidRPr="002E6BCC">
        <w:t>ühisveevärgi- ja kanalisatsiooni arendamise kava aastateks 2024-2036</w:t>
      </w:r>
      <w:r>
        <w:t>.</w:t>
      </w:r>
    </w:p>
    <w:p w14:paraId="6963E013" w14:textId="6EDC0794" w:rsidR="002E6BCC" w:rsidRPr="002E6BCC" w:rsidRDefault="002E6BCC" w:rsidP="002E6BCC">
      <w:r>
        <w:t xml:space="preserve">Arendamise kava koos lisadega on leitav projektipangast </w:t>
      </w:r>
      <w:hyperlink r:id="rId16" w:history="1">
        <w:r>
          <w:rPr>
            <w:noProof/>
            <w:color w:val="0000FF"/>
            <w:shd w:val="clear" w:color="auto" w:fill="F3F2F1"/>
          </w:rPr>
          <w:drawing>
            <wp:inline distT="0" distB="0" distL="0" distR="0" wp14:anchorId="1B9C097A" wp14:editId="4C245447">
              <wp:extent cx="152400" cy="152400"/>
              <wp:effectExtent l="0" t="0" r="0" b="0"/>
              <wp:docPr id="1186928570" name="Pilt 1" descr="Kaust-faili iko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lt 5" descr="Kaust-faili ikoon"/>
                      <pic:cNvPicPr>
                        <a:picLocks noChangeAspect="1" noChangeArrowheads="1"/>
                      </pic:cNvPicPr>
                    </pic:nvPicPr>
                    <pic:blipFill>
                      <a:blip r:embed="rId17" r:link="rId1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Style w:val="Nutilink"/>
          </w:rPr>
          <w:t xml:space="preserve"> Viimsi valla YVKA </w:t>
        </w:r>
        <w:proofErr w:type="spellStart"/>
        <w:r>
          <w:rPr>
            <w:rStyle w:val="Nutilink"/>
          </w:rPr>
          <w:t>Tellijale_final</w:t>
        </w:r>
        <w:proofErr w:type="spellEnd"/>
      </w:hyperlink>
      <w:r>
        <w:rPr>
          <w:rStyle w:val="Nutilink"/>
          <w:u w:val="none"/>
        </w:rPr>
        <w:t>.</w:t>
      </w:r>
    </w:p>
    <w:p w14:paraId="11AA5F63" w14:textId="77777777" w:rsidR="002E6BCC" w:rsidRDefault="002E6BCC" w:rsidP="002E6BCC"/>
    <w:p w14:paraId="6CFE4C1E" w14:textId="134EB81D" w:rsidR="002E6BCC" w:rsidRPr="002E6BCC" w:rsidRDefault="002E6BCC" w:rsidP="002E6BCC">
      <w:pPr>
        <w:rPr>
          <w:color w:val="0000FF"/>
          <w:u w:val="single"/>
          <w:shd w:val="clear" w:color="auto" w:fill="F3F2F1"/>
        </w:rPr>
      </w:pPr>
      <w:r>
        <w:t>Jääme ootama Teiepoolset tagasisidet.</w:t>
      </w:r>
    </w:p>
    <w:p w14:paraId="4E0D9E7E" w14:textId="139274FE" w:rsidR="008E4821" w:rsidRDefault="002E6BCC" w:rsidP="008E4821">
      <w:pPr>
        <w:pStyle w:val="Lpetus1"/>
      </w:pPr>
      <w:r>
        <w:t>Lugupidamisega</w:t>
      </w:r>
    </w:p>
    <w:p w14:paraId="7B8622CF" w14:textId="17E0E3B5" w:rsidR="008E4821" w:rsidRPr="00135B43" w:rsidRDefault="002E6BCC" w:rsidP="008E4821">
      <w:pPr>
        <w:pStyle w:val="Allkirjastatuddigit"/>
      </w:pPr>
      <w:r>
        <w:t>(</w:t>
      </w:r>
      <w:r w:rsidR="008E4821" w:rsidRPr="00135B43">
        <w:t>allkirjastatud digitaalselt)</w:t>
      </w:r>
    </w:p>
    <w:p w14:paraId="63F253A3" w14:textId="59573D6E" w:rsidR="008E4821" w:rsidRDefault="002E6BCC" w:rsidP="00A75878">
      <w:r>
        <w:t>Alar Mik</w:t>
      </w:r>
    </w:p>
    <w:p w14:paraId="1597B6F2" w14:textId="18A6C488" w:rsidR="008E4821" w:rsidRDefault="002E6BCC" w:rsidP="002E6BCC">
      <w:pPr>
        <w:pStyle w:val="Ametinimetus"/>
      </w:pPr>
      <w:r>
        <w:t>abivallavanem</w:t>
      </w:r>
    </w:p>
    <w:p w14:paraId="78521D1B" w14:textId="77777777" w:rsidR="00421F6C" w:rsidRPr="00DE0915" w:rsidRDefault="00421F6C" w:rsidP="008E4821">
      <w:pPr>
        <w:pStyle w:val="Lisamrge"/>
        <w:tabs>
          <w:tab w:val="clear" w:pos="1134"/>
        </w:tabs>
      </w:pPr>
    </w:p>
    <w:sectPr w:rsidR="00421F6C" w:rsidRPr="00DE0915" w:rsidSect="004E3220">
      <w:headerReference w:type="default" r:id="rId19"/>
      <w:footerReference w:type="default" r:id="rId20"/>
      <w:type w:val="continuous"/>
      <w:pgSz w:w="11906" w:h="16838" w:code="9"/>
      <w:pgMar w:top="1134" w:right="1276" w:bottom="1134" w:left="1276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747DB" w14:textId="77777777" w:rsidR="004E3220" w:rsidRDefault="004E3220" w:rsidP="009E2EAA">
      <w:pPr>
        <w:spacing w:line="240" w:lineRule="auto"/>
      </w:pPr>
      <w:r>
        <w:separator/>
      </w:r>
    </w:p>
  </w:endnote>
  <w:endnote w:type="continuationSeparator" w:id="0">
    <w:p w14:paraId="53ECD993" w14:textId="77777777" w:rsidR="004E3220" w:rsidRDefault="004E3220" w:rsidP="009E2E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EA523" w14:textId="77777777" w:rsidR="004446E6" w:rsidRDefault="004446E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4B21E" w14:textId="77777777" w:rsidR="004446E6" w:rsidRDefault="004446E6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84823" w14:textId="77777777" w:rsidR="008432B1" w:rsidRPr="008432B1" w:rsidRDefault="00D944FD" w:rsidP="008432B1">
    <w:pPr>
      <w:suppressAutoHyphens w:val="0"/>
      <w:spacing w:line="360" w:lineRule="auto"/>
      <w:jc w:val="left"/>
      <w:rPr>
        <w:rFonts w:ascii="Calibri" w:hAnsi="Calibri" w:cs="Calibri"/>
        <w:color w:val="000000"/>
        <w:kern w:val="0"/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2336" behindDoc="1" locked="0" layoutInCell="1" allowOverlap="1" wp14:anchorId="142A6490" wp14:editId="3960A3A8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818800" cy="864000"/>
          <wp:effectExtent l="0" t="0" r="635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8800" cy="8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32B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73387A" wp14:editId="1E4A6EFF">
              <wp:simplePos x="0" y="0"/>
              <wp:positionH relativeFrom="margin">
                <wp:align>left</wp:align>
              </wp:positionH>
              <wp:positionV relativeFrom="page">
                <wp:posOffset>9973310</wp:posOffset>
              </wp:positionV>
              <wp:extent cx="3603600" cy="381600"/>
              <wp:effectExtent l="0" t="0" r="0" b="635"/>
              <wp:wrapSquare wrapText="bothSides"/>
              <wp:docPr id="40584750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3600" cy="38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75E37E6" w14:textId="77777777" w:rsidR="008432B1" w:rsidRPr="008432B1" w:rsidRDefault="008432B1" w:rsidP="008432B1">
                          <w:pPr>
                            <w:suppressAutoHyphens w:val="0"/>
                            <w:spacing w:line="360" w:lineRule="auto"/>
                            <w:jc w:val="left"/>
                            <w:rPr>
                              <w:rFonts w:ascii="Calibri" w:hAnsi="Calibri" w:cs="Calibri"/>
                              <w:color w:val="7F7F7F"/>
                              <w:kern w:val="0"/>
                              <w:sz w:val="18"/>
                              <w:szCs w:val="18"/>
                              <w:lang w:eastAsia="en-GB"/>
                            </w:rPr>
                          </w:pP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Viimsi </w:t>
                          </w:r>
                          <w:r w:rsid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V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allav</w:t>
                          </w:r>
                          <w:r w:rsid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alitsus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 | </w:t>
                          </w:r>
                          <w:hyperlink r:id="rId2" w:history="1">
                            <w:r w:rsidRPr="008432B1">
                              <w:rPr>
                                <w:rFonts w:cs="Arial"/>
                                <w:color w:val="7F7F7F"/>
                                <w:kern w:val="0"/>
                                <w:sz w:val="18"/>
                                <w:szCs w:val="18"/>
                              </w:rPr>
                              <w:t>www.viimsi.ee</w:t>
                            </w:r>
                          </w:hyperlink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 | </w:t>
                          </w:r>
                          <w:r w:rsidR="004446E6" w:rsidRP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info@viimsivv.ee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 | +372 602 8800</w:t>
                          </w:r>
                        </w:p>
                        <w:p w14:paraId="24936F3D" w14:textId="77777777" w:rsidR="00D944FD" w:rsidRPr="00F45E25" w:rsidRDefault="008432B1" w:rsidP="00D944FD">
                          <w:pPr>
                            <w:spacing w:line="240" w:lineRule="auto"/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</w:pP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Nelgi tee 1, Viimsi alevik, Viimsi vald 74001 Harjumaa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4572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73387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785.3pt;width:283.75pt;height:30.05pt;z-index:251661312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" filled="f" stroked="f" strokeweight=".5pt">
              <v:textbox style="mso-fit-shape-to-text:t" inset="0,,,0">
                <w:txbxContent>
                  <w:p w14:paraId="675E37E6" w14:textId="77777777" w:rsidR="008432B1" w:rsidRPr="008432B1" w:rsidRDefault="008432B1" w:rsidP="008432B1">
                    <w:pPr>
                      <w:suppressAutoHyphens w:val="0"/>
                      <w:spacing w:line="360" w:lineRule="auto"/>
                      <w:jc w:val="left"/>
                      <w:rPr>
                        <w:rFonts w:ascii="Calibri" w:hAnsi="Calibri" w:cs="Calibri"/>
                        <w:color w:val="7F7F7F"/>
                        <w:kern w:val="0"/>
                        <w:sz w:val="18"/>
                        <w:szCs w:val="18"/>
                        <w:lang w:eastAsia="en-GB"/>
                      </w:rPr>
                    </w:pP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Viimsi </w:t>
                    </w:r>
                    <w:r w:rsid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V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allav</w:t>
                    </w:r>
                    <w:r w:rsid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alitsus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 | </w:t>
                    </w:r>
                    <w:hyperlink r:id="rId3" w:history="1">
                      <w:r w:rsidRPr="008432B1">
                        <w:rPr>
                          <w:rFonts w:cs="Arial"/>
                          <w:color w:val="7F7F7F"/>
                          <w:kern w:val="0"/>
                          <w:sz w:val="18"/>
                          <w:szCs w:val="18"/>
                        </w:rPr>
                        <w:t>www.viimsi.ee</w:t>
                      </w:r>
                    </w:hyperlink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 | </w:t>
                    </w:r>
                    <w:r w:rsidR="004446E6" w:rsidRP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info@viimsivv.ee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 | +372 602 8800</w:t>
                    </w:r>
                  </w:p>
                  <w:p w14:paraId="24936F3D" w14:textId="77777777" w:rsidR="00D944FD" w:rsidRPr="00F45E25" w:rsidRDefault="008432B1" w:rsidP="00D944FD">
                    <w:pPr>
                      <w:spacing w:line="240" w:lineRule="auto"/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</w:pP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Nelgi tee 1, Viimsi alevik, Viimsi vald 74001 Harjumaa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60351" w14:textId="77777777" w:rsidR="004758C5" w:rsidRDefault="004758C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C6637" w14:textId="77777777" w:rsidR="004E3220" w:rsidRDefault="004E3220" w:rsidP="009E2EAA">
      <w:pPr>
        <w:spacing w:line="240" w:lineRule="auto"/>
      </w:pPr>
      <w:r>
        <w:separator/>
      </w:r>
    </w:p>
  </w:footnote>
  <w:footnote w:type="continuationSeparator" w:id="0">
    <w:p w14:paraId="63E80FE9" w14:textId="77777777" w:rsidR="004E3220" w:rsidRDefault="004E3220" w:rsidP="009E2E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69530" w14:textId="77777777" w:rsidR="004446E6" w:rsidRDefault="004446E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9723983"/>
      <w:docPartObj>
        <w:docPartGallery w:val="Page Numbers (Top of Page)"/>
        <w:docPartUnique/>
      </w:docPartObj>
    </w:sdtPr>
    <w:sdtEndPr/>
    <w:sdtContent>
      <w:p w14:paraId="4AC74C0D" w14:textId="77777777" w:rsidR="004758C5" w:rsidRDefault="004758C5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EBA10" w14:textId="77777777" w:rsidR="004446E6" w:rsidRDefault="004446E6">
    <w:pPr>
      <w:pStyle w:val="Pis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6367792"/>
      <w:docPartObj>
        <w:docPartGallery w:val="Page Numbers (Top of Page)"/>
        <w:docPartUnique/>
      </w:docPartObj>
    </w:sdtPr>
    <w:sdtEndPr/>
    <w:sdtContent>
      <w:p w14:paraId="36BF9D8B" w14:textId="77777777" w:rsidR="004758C5" w:rsidRDefault="004758C5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4" type="#_x0000_t75" style="width:9pt;height:9pt" o:bullet="t">
        <v:imagedata r:id="rId1" o:title="j0115836"/>
      </v:shape>
    </w:pict>
  </w:numPicBullet>
  <w:abstractNum w:abstractNumId="0" w15:restartNumberingAfterBreak="0">
    <w:nsid w:val="FFFFFF82"/>
    <w:multiLevelType w:val="singleLevel"/>
    <w:tmpl w:val="2AAEC78E"/>
    <w:lvl w:ilvl="0">
      <w:start w:val="1"/>
      <w:numFmt w:val="bullet"/>
      <w:pStyle w:val="Loenditpp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206E2B6"/>
    <w:lvl w:ilvl="0">
      <w:start w:val="1"/>
      <w:numFmt w:val="bullet"/>
      <w:pStyle w:val="Loenditpp2"/>
      <w:lvlText w:val=""/>
      <w:lvlJc w:val="left"/>
      <w:pPr>
        <w:ind w:left="643" w:hanging="360"/>
      </w:pPr>
      <w:rPr>
        <w:rFonts w:ascii="Wingdings" w:hAnsi="Wingdings" w:hint="default"/>
        <w:color w:val="F58220"/>
        <w:sz w:val="26"/>
        <w:u w:color="FFFFFF" w:themeColor="background1"/>
      </w:rPr>
    </w:lvl>
  </w:abstractNum>
  <w:abstractNum w:abstractNumId="2" w15:restartNumberingAfterBreak="0">
    <w:nsid w:val="FFFFFF88"/>
    <w:multiLevelType w:val="singleLevel"/>
    <w:tmpl w:val="908CDA72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C48F8B6"/>
    <w:lvl w:ilvl="0">
      <w:start w:val="1"/>
      <w:numFmt w:val="bullet"/>
      <w:pStyle w:val="Loenditpp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4" w15:restartNumberingAfterBreak="0">
    <w:nsid w:val="03946F47"/>
    <w:multiLevelType w:val="hybridMultilevel"/>
    <w:tmpl w:val="7E9E19AC"/>
    <w:lvl w:ilvl="0" w:tplc="1368EC7A">
      <w:start w:val="1"/>
      <w:numFmt w:val="decimal"/>
      <w:pStyle w:val="Kirjandus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E5F2A"/>
    <w:multiLevelType w:val="multilevel"/>
    <w:tmpl w:val="B2923824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6AD53D5"/>
    <w:multiLevelType w:val="hybridMultilevel"/>
    <w:tmpl w:val="93C22108"/>
    <w:lvl w:ilvl="0" w:tplc="9DEC126E">
      <w:start w:val="1"/>
      <w:numFmt w:val="bullet"/>
      <w:pStyle w:val="Tpitudteks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12027A1"/>
    <w:multiLevelType w:val="multilevel"/>
    <w:tmpl w:val="92AA0B1C"/>
    <w:lvl w:ilvl="0">
      <w:start w:val="1"/>
      <w:numFmt w:val="decimal"/>
      <w:pStyle w:val="Lisatekst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19D6BED"/>
    <w:multiLevelType w:val="multilevel"/>
    <w:tmpl w:val="44F8344C"/>
    <w:lvl w:ilvl="0">
      <w:start w:val="1"/>
      <w:numFmt w:val="decimal"/>
      <w:pStyle w:val="loend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7580765"/>
    <w:multiLevelType w:val="hybridMultilevel"/>
    <w:tmpl w:val="5330DAFC"/>
    <w:lvl w:ilvl="0" w:tplc="9D4C1AEE">
      <w:start w:val="1"/>
      <w:numFmt w:val="bullet"/>
      <w:pStyle w:val="Bullet1"/>
      <w:lvlText w:val=""/>
      <w:lvlPicBulletId w:val="0"/>
      <w:lvlJc w:val="left"/>
      <w:pPr>
        <w:ind w:left="2124" w:hanging="360"/>
      </w:pPr>
      <w:rPr>
        <w:rFonts w:ascii="Symbol" w:hAnsi="Symbol" w:hint="default"/>
        <w:color w:val="auto"/>
      </w:rPr>
    </w:lvl>
    <w:lvl w:ilvl="1" w:tplc="042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0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6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10" w15:restartNumberingAfterBreak="0">
    <w:nsid w:val="5FF86F55"/>
    <w:multiLevelType w:val="multilevel"/>
    <w:tmpl w:val="7A46756A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odyt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BF97E79"/>
    <w:multiLevelType w:val="multilevel"/>
    <w:tmpl w:val="EFE6E200"/>
    <w:lvl w:ilvl="0">
      <w:start w:val="1"/>
      <w:numFmt w:val="decimal"/>
      <w:pStyle w:val="Pealkiri1"/>
      <w:suff w:val="space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37978769">
    <w:abstractNumId w:val="2"/>
  </w:num>
  <w:num w:numId="2" w16cid:durableId="2012414201">
    <w:abstractNumId w:val="3"/>
  </w:num>
  <w:num w:numId="3" w16cid:durableId="1800492956">
    <w:abstractNumId w:val="7"/>
  </w:num>
  <w:num w:numId="4" w16cid:durableId="1632133790">
    <w:abstractNumId w:val="10"/>
  </w:num>
  <w:num w:numId="5" w16cid:durableId="315915721">
    <w:abstractNumId w:val="9"/>
  </w:num>
  <w:num w:numId="6" w16cid:durableId="1242177060">
    <w:abstractNumId w:val="1"/>
  </w:num>
  <w:num w:numId="7" w16cid:durableId="619605224">
    <w:abstractNumId w:val="4"/>
  </w:num>
  <w:num w:numId="8" w16cid:durableId="691734153">
    <w:abstractNumId w:val="0"/>
  </w:num>
  <w:num w:numId="9" w16cid:durableId="868758530">
    <w:abstractNumId w:val="6"/>
  </w:num>
  <w:num w:numId="10" w16cid:durableId="1271549710">
    <w:abstractNumId w:val="8"/>
  </w:num>
  <w:num w:numId="11" w16cid:durableId="525338228">
    <w:abstractNumId w:val="5"/>
  </w:num>
  <w:num w:numId="12" w16cid:durableId="188240197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BCC"/>
    <w:rsid w:val="0000292A"/>
    <w:rsid w:val="00012188"/>
    <w:rsid w:val="0003607C"/>
    <w:rsid w:val="000467FD"/>
    <w:rsid w:val="00080B5C"/>
    <w:rsid w:val="00091403"/>
    <w:rsid w:val="000E7AC5"/>
    <w:rsid w:val="001002A1"/>
    <w:rsid w:val="00103031"/>
    <w:rsid w:val="00113329"/>
    <w:rsid w:val="001214EB"/>
    <w:rsid w:val="001251E9"/>
    <w:rsid w:val="00145D20"/>
    <w:rsid w:val="00171374"/>
    <w:rsid w:val="00172B16"/>
    <w:rsid w:val="0019502D"/>
    <w:rsid w:val="001C183F"/>
    <w:rsid w:val="001C2DBD"/>
    <w:rsid w:val="001D0306"/>
    <w:rsid w:val="0020249B"/>
    <w:rsid w:val="0020308B"/>
    <w:rsid w:val="00204195"/>
    <w:rsid w:val="0021188A"/>
    <w:rsid w:val="002B6EAF"/>
    <w:rsid w:val="002E6BCC"/>
    <w:rsid w:val="002F46CF"/>
    <w:rsid w:val="003303DA"/>
    <w:rsid w:val="00365BB8"/>
    <w:rsid w:val="00384F8E"/>
    <w:rsid w:val="00397D4F"/>
    <w:rsid w:val="003C06BB"/>
    <w:rsid w:val="003C5A39"/>
    <w:rsid w:val="003D6556"/>
    <w:rsid w:val="003E0958"/>
    <w:rsid w:val="003E5BB4"/>
    <w:rsid w:val="0041162D"/>
    <w:rsid w:val="00421F6C"/>
    <w:rsid w:val="004433BE"/>
    <w:rsid w:val="004446E6"/>
    <w:rsid w:val="00456B17"/>
    <w:rsid w:val="00463120"/>
    <w:rsid w:val="004758C5"/>
    <w:rsid w:val="004940B9"/>
    <w:rsid w:val="004A5BB8"/>
    <w:rsid w:val="004A7CFB"/>
    <w:rsid w:val="004B3DE0"/>
    <w:rsid w:val="004B4F8B"/>
    <w:rsid w:val="004E3220"/>
    <w:rsid w:val="004F3C67"/>
    <w:rsid w:val="00544349"/>
    <w:rsid w:val="005526B8"/>
    <w:rsid w:val="00554A4D"/>
    <w:rsid w:val="00581A06"/>
    <w:rsid w:val="00584476"/>
    <w:rsid w:val="005A45AF"/>
    <w:rsid w:val="005E32F0"/>
    <w:rsid w:val="005E558B"/>
    <w:rsid w:val="005E7A35"/>
    <w:rsid w:val="00610036"/>
    <w:rsid w:val="006160E5"/>
    <w:rsid w:val="00625A0A"/>
    <w:rsid w:val="00631A1A"/>
    <w:rsid w:val="00636749"/>
    <w:rsid w:val="00645074"/>
    <w:rsid w:val="006554E2"/>
    <w:rsid w:val="006772DC"/>
    <w:rsid w:val="006D7E13"/>
    <w:rsid w:val="006F795B"/>
    <w:rsid w:val="00713B44"/>
    <w:rsid w:val="00760C70"/>
    <w:rsid w:val="00767C91"/>
    <w:rsid w:val="00773A3A"/>
    <w:rsid w:val="007862D5"/>
    <w:rsid w:val="007D09D9"/>
    <w:rsid w:val="007E647C"/>
    <w:rsid w:val="00805C22"/>
    <w:rsid w:val="008112C7"/>
    <w:rsid w:val="00812015"/>
    <w:rsid w:val="00841E6E"/>
    <w:rsid w:val="008432B1"/>
    <w:rsid w:val="00867698"/>
    <w:rsid w:val="00875522"/>
    <w:rsid w:val="00880F6A"/>
    <w:rsid w:val="00883E74"/>
    <w:rsid w:val="008942CB"/>
    <w:rsid w:val="008D74E2"/>
    <w:rsid w:val="008E4821"/>
    <w:rsid w:val="00911CC4"/>
    <w:rsid w:val="00966B4C"/>
    <w:rsid w:val="00967BC3"/>
    <w:rsid w:val="00983E52"/>
    <w:rsid w:val="0099286C"/>
    <w:rsid w:val="009A5C15"/>
    <w:rsid w:val="009E2EAA"/>
    <w:rsid w:val="009E6FD4"/>
    <w:rsid w:val="009F4A93"/>
    <w:rsid w:val="009F6982"/>
    <w:rsid w:val="009F7466"/>
    <w:rsid w:val="00A06CE7"/>
    <w:rsid w:val="00A1407C"/>
    <w:rsid w:val="00A23220"/>
    <w:rsid w:val="00A45FDE"/>
    <w:rsid w:val="00A5107B"/>
    <w:rsid w:val="00A562E2"/>
    <w:rsid w:val="00A63ACF"/>
    <w:rsid w:val="00A75878"/>
    <w:rsid w:val="00A94D38"/>
    <w:rsid w:val="00AA731D"/>
    <w:rsid w:val="00AD3993"/>
    <w:rsid w:val="00AE4FC3"/>
    <w:rsid w:val="00AF3567"/>
    <w:rsid w:val="00B0544C"/>
    <w:rsid w:val="00B211D0"/>
    <w:rsid w:val="00B3227A"/>
    <w:rsid w:val="00B4095E"/>
    <w:rsid w:val="00B8369E"/>
    <w:rsid w:val="00B91105"/>
    <w:rsid w:val="00BE2A75"/>
    <w:rsid w:val="00C17E4A"/>
    <w:rsid w:val="00C20C84"/>
    <w:rsid w:val="00C27C7B"/>
    <w:rsid w:val="00C36B42"/>
    <w:rsid w:val="00C44F91"/>
    <w:rsid w:val="00C57ACE"/>
    <w:rsid w:val="00C73C46"/>
    <w:rsid w:val="00CA1EF2"/>
    <w:rsid w:val="00CA4B6C"/>
    <w:rsid w:val="00CD38FF"/>
    <w:rsid w:val="00CD4FB5"/>
    <w:rsid w:val="00D06BA2"/>
    <w:rsid w:val="00D11FDA"/>
    <w:rsid w:val="00D258DB"/>
    <w:rsid w:val="00D353FB"/>
    <w:rsid w:val="00D45F07"/>
    <w:rsid w:val="00D5393A"/>
    <w:rsid w:val="00D579D4"/>
    <w:rsid w:val="00D71294"/>
    <w:rsid w:val="00D82BD0"/>
    <w:rsid w:val="00D944FD"/>
    <w:rsid w:val="00DB1BB0"/>
    <w:rsid w:val="00DB6B8D"/>
    <w:rsid w:val="00DD6A89"/>
    <w:rsid w:val="00DF438D"/>
    <w:rsid w:val="00E3187D"/>
    <w:rsid w:val="00E438DD"/>
    <w:rsid w:val="00E55826"/>
    <w:rsid w:val="00E60033"/>
    <w:rsid w:val="00E650AE"/>
    <w:rsid w:val="00E67EB6"/>
    <w:rsid w:val="00E972EC"/>
    <w:rsid w:val="00EA2DB5"/>
    <w:rsid w:val="00EA7DE5"/>
    <w:rsid w:val="00EB19E2"/>
    <w:rsid w:val="00ED341A"/>
    <w:rsid w:val="00EF5A7C"/>
    <w:rsid w:val="00F37951"/>
    <w:rsid w:val="00F4743D"/>
    <w:rsid w:val="00F57945"/>
    <w:rsid w:val="00F72DBC"/>
    <w:rsid w:val="00F94733"/>
    <w:rsid w:val="00FA11F1"/>
    <w:rsid w:val="00FB0EE5"/>
    <w:rsid w:val="00FB25CA"/>
    <w:rsid w:val="00FF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019982BE"/>
  <w15:chartTrackingRefBased/>
  <w15:docId w15:val="{38C0EBE4-7185-4A5D-A819-A726746C5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kern w:val="2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75878"/>
    <w:pPr>
      <w:suppressAutoHyphens/>
      <w:spacing w:after="0" w:line="276" w:lineRule="auto"/>
      <w:jc w:val="both"/>
    </w:pPr>
    <w:rPr>
      <w:rFonts w:ascii="Arial" w:hAnsi="Arial"/>
      <w:lang w:val="et-EE"/>
    </w:rPr>
  </w:style>
  <w:style w:type="paragraph" w:styleId="Pealkiri1">
    <w:name w:val="heading 1"/>
    <w:basedOn w:val="Normaallaad"/>
    <w:next w:val="Normaallaad"/>
    <w:link w:val="Pealkiri1Mrk"/>
    <w:rsid w:val="00E3187D"/>
    <w:pPr>
      <w:keepNext/>
      <w:pageBreakBefore/>
      <w:numPr>
        <w:numId w:val="12"/>
      </w:numPr>
      <w:spacing w:before="400" w:after="120"/>
      <w:outlineLvl w:val="0"/>
    </w:pPr>
    <w:rPr>
      <w:rFonts w:asciiTheme="majorHAnsi" w:hAnsiTheme="majorHAnsi"/>
      <w:b/>
      <w:bCs/>
      <w:sz w:val="30"/>
      <w:szCs w:val="32"/>
    </w:rPr>
  </w:style>
  <w:style w:type="paragraph" w:styleId="Pealkiri2">
    <w:name w:val="heading 2"/>
    <w:basedOn w:val="Normaallaad"/>
    <w:next w:val="Kehatekst"/>
    <w:link w:val="Pealkiri2Mrk"/>
    <w:uiPriority w:val="9"/>
    <w:rsid w:val="004433BE"/>
    <w:pPr>
      <w:keepNext/>
      <w:numPr>
        <w:ilvl w:val="1"/>
        <w:numId w:val="12"/>
      </w:numPr>
      <w:suppressAutoHyphens w:val="0"/>
      <w:spacing w:before="240" w:after="120"/>
      <w:outlineLvl w:val="1"/>
    </w:pPr>
    <w:rPr>
      <w:rFonts w:ascii="Verdana" w:hAnsi="Verdana"/>
      <w:b/>
      <w:bCs/>
      <w:caps/>
      <w:color w:val="332B60"/>
      <w:kern w:val="0"/>
      <w:sz w:val="28"/>
      <w:lang w:bidi="en-US"/>
    </w:rPr>
  </w:style>
  <w:style w:type="paragraph" w:styleId="Pealkiri3">
    <w:name w:val="heading 3"/>
    <w:basedOn w:val="Normaallaad"/>
    <w:next w:val="Normaallaad"/>
    <w:link w:val="Pealkiri3Mrk"/>
    <w:autoRedefine/>
    <w:uiPriority w:val="9"/>
    <w:rsid w:val="00AE4FC3"/>
    <w:pPr>
      <w:keepNext/>
      <w:keepLines/>
      <w:numPr>
        <w:ilvl w:val="2"/>
        <w:numId w:val="12"/>
      </w:numPr>
      <w:suppressAutoHyphens w:val="0"/>
      <w:spacing w:before="120" w:after="120"/>
      <w:outlineLvl w:val="2"/>
    </w:pPr>
    <w:rPr>
      <w:rFonts w:ascii="Verdana" w:hAnsi="Verdana"/>
      <w:b/>
      <w:bCs/>
      <w:caps/>
      <w:color w:val="E4067E"/>
      <w:kern w:val="0"/>
      <w:sz w:val="24"/>
      <w:szCs w:val="24"/>
      <w:lang w:bidi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asta">
    <w:name w:val="Aasta"/>
    <w:basedOn w:val="Normaallaad"/>
    <w:next w:val="Normaallaad"/>
    <w:rsid w:val="00636749"/>
    <w:pPr>
      <w:widowControl w:val="0"/>
      <w:jc w:val="center"/>
    </w:pPr>
    <w:rPr>
      <w:sz w:val="28"/>
      <w:szCs w:val="28"/>
    </w:rPr>
  </w:style>
  <w:style w:type="paragraph" w:styleId="Kehatekst">
    <w:name w:val="Body Text"/>
    <w:basedOn w:val="Normaallaad"/>
    <w:link w:val="KehatekstMrk"/>
    <w:qFormat/>
    <w:rsid w:val="00E650AE"/>
    <w:pPr>
      <w:suppressAutoHyphens w:val="0"/>
      <w:spacing w:after="120"/>
    </w:pPr>
    <w:rPr>
      <w:lang w:val="en-GB"/>
    </w:rPr>
  </w:style>
  <w:style w:type="character" w:customStyle="1" w:styleId="KehatekstMrk">
    <w:name w:val="Kehatekst Märk"/>
    <w:basedOn w:val="Liguvaikefont"/>
    <w:link w:val="Kehatekst"/>
    <w:rsid w:val="00E650AE"/>
    <w:rPr>
      <w:rFonts w:ascii="Arial" w:hAnsi="Arial"/>
    </w:rPr>
  </w:style>
  <w:style w:type="character" w:customStyle="1" w:styleId="Pealkiri1Mrk">
    <w:name w:val="Pealkiri 1 Märk"/>
    <w:basedOn w:val="Liguvaikefont"/>
    <w:link w:val="Pealkiri1"/>
    <w:rsid w:val="003303DA"/>
    <w:rPr>
      <w:rFonts w:asciiTheme="majorHAnsi" w:hAnsiTheme="majorHAnsi"/>
      <w:b/>
      <w:bCs/>
      <w:sz w:val="30"/>
      <w:szCs w:val="32"/>
      <w:lang w:val="et-EE"/>
    </w:rPr>
  </w:style>
  <w:style w:type="paragraph" w:styleId="SK2">
    <w:name w:val="toc 2"/>
    <w:basedOn w:val="Normaallaad"/>
    <w:next w:val="Normaallaad"/>
    <w:autoRedefine/>
    <w:uiPriority w:val="39"/>
    <w:unhideWhenUsed/>
    <w:rsid w:val="00AE4FC3"/>
    <w:pPr>
      <w:tabs>
        <w:tab w:val="right" w:leader="dot" w:pos="9062"/>
      </w:tabs>
      <w:ind w:left="726" w:hanging="357"/>
    </w:pPr>
  </w:style>
  <w:style w:type="paragraph" w:customStyle="1" w:styleId="Autorid">
    <w:name w:val="Autorid"/>
    <w:basedOn w:val="Normaallaad"/>
    <w:rsid w:val="00636749"/>
    <w:pPr>
      <w:framePr w:hSpace="180" w:wrap="around" w:vAnchor="text" w:hAnchor="text" w:xAlign="center" w:y="416"/>
      <w:jc w:val="center"/>
    </w:pPr>
    <w:rPr>
      <w:sz w:val="28"/>
      <w:szCs w:val="28"/>
    </w:rPr>
  </w:style>
  <w:style w:type="character" w:customStyle="1" w:styleId="Pealkiri2Mrk">
    <w:name w:val="Pealkiri 2 Märk"/>
    <w:link w:val="Pealkiri2"/>
    <w:uiPriority w:val="9"/>
    <w:rsid w:val="004433BE"/>
    <w:rPr>
      <w:rFonts w:ascii="Verdana" w:hAnsi="Verdana"/>
      <w:b/>
      <w:bCs/>
      <w:caps/>
      <w:color w:val="332B60"/>
      <w:kern w:val="0"/>
      <w:sz w:val="28"/>
      <w:lang w:val="et-EE" w:bidi="en-US"/>
    </w:rPr>
  </w:style>
  <w:style w:type="character" w:customStyle="1" w:styleId="Pealkiri3Mrk">
    <w:name w:val="Pealkiri 3 Märk"/>
    <w:basedOn w:val="Liguvaikefont"/>
    <w:link w:val="Pealkiri3"/>
    <w:uiPriority w:val="9"/>
    <w:rsid w:val="00AE4FC3"/>
    <w:rPr>
      <w:rFonts w:ascii="Verdana" w:hAnsi="Verdana"/>
      <w:b/>
      <w:bCs/>
      <w:caps/>
      <w:color w:val="E4067E"/>
      <w:kern w:val="0"/>
      <w:sz w:val="24"/>
      <w:szCs w:val="24"/>
      <w:lang w:val="et-EE" w:bidi="en-US"/>
    </w:rPr>
  </w:style>
  <w:style w:type="paragraph" w:customStyle="1" w:styleId="Ingliskeelnetekst">
    <w:name w:val="Ingliskeelne tekst"/>
    <w:basedOn w:val="Kehatekst"/>
    <w:rsid w:val="00636749"/>
  </w:style>
  <w:style w:type="paragraph" w:customStyle="1" w:styleId="MoistedTabel">
    <w:name w:val="MoistedTabel"/>
    <w:basedOn w:val="Normaallaad"/>
    <w:rsid w:val="00EF5A7C"/>
    <w:pPr>
      <w:autoSpaceDE w:val="0"/>
      <w:autoSpaceDN w:val="0"/>
      <w:spacing w:before="60" w:after="60"/>
    </w:pPr>
  </w:style>
  <w:style w:type="paragraph" w:customStyle="1" w:styleId="Sisukord">
    <w:name w:val="Sisukord"/>
    <w:basedOn w:val="Normaallaad"/>
    <w:next w:val="Normaallaad"/>
    <w:link w:val="SisukordChar"/>
    <w:rsid w:val="005526B8"/>
    <w:pPr>
      <w:pageBreakBefore/>
      <w:spacing w:before="480" w:after="240"/>
    </w:pPr>
    <w:rPr>
      <w:b/>
      <w:color w:val="A5A5A5" w:themeColor="accent3"/>
      <w:sz w:val="40"/>
    </w:rPr>
  </w:style>
  <w:style w:type="character" w:customStyle="1" w:styleId="SisukordChar">
    <w:name w:val="Sisukord Char"/>
    <w:basedOn w:val="Liguvaikefont"/>
    <w:link w:val="Sisukord"/>
    <w:rsid w:val="005526B8"/>
    <w:rPr>
      <w:rFonts w:eastAsia="Calibri"/>
      <w:b/>
      <w:color w:val="A5A5A5" w:themeColor="accent3"/>
      <w:sz w:val="40"/>
    </w:rPr>
  </w:style>
  <w:style w:type="paragraph" w:customStyle="1" w:styleId="TerviseArenguInstituut">
    <w:name w:val="Tervise Arengu Instituut"/>
    <w:basedOn w:val="Normaallaad"/>
    <w:next w:val="Normaallaad"/>
    <w:rsid w:val="00636749"/>
    <w:pPr>
      <w:framePr w:hSpace="180" w:wrap="around" w:vAnchor="text" w:hAnchor="text" w:xAlign="center" w:y="416"/>
      <w:jc w:val="center"/>
    </w:pPr>
    <w:rPr>
      <w:sz w:val="24"/>
    </w:rPr>
  </w:style>
  <w:style w:type="paragraph" w:styleId="Pealkiri">
    <w:name w:val="Title"/>
    <w:basedOn w:val="Normaallaad"/>
    <w:next w:val="Normaallaad"/>
    <w:link w:val="PealkiriMrk"/>
    <w:rsid w:val="00636749"/>
    <w:pPr>
      <w:contextualSpacing/>
      <w:jc w:val="center"/>
    </w:pPr>
    <w:rPr>
      <w:rFonts w:eastAsiaTheme="majorEastAsia" w:cstheme="majorBidi"/>
      <w:b/>
      <w:color w:val="A5A5A5" w:themeColor="accent3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636749"/>
    <w:rPr>
      <w:rFonts w:eastAsiaTheme="majorEastAsia" w:cstheme="majorBidi"/>
      <w:b/>
      <w:color w:val="A5A5A5" w:themeColor="accent3"/>
      <w:spacing w:val="-10"/>
      <w:kern w:val="28"/>
      <w:sz w:val="56"/>
      <w:szCs w:val="56"/>
      <w:lang w:val="et-EE"/>
    </w:rPr>
  </w:style>
  <w:style w:type="paragraph" w:customStyle="1" w:styleId="TabelMoisted">
    <w:name w:val="TabelMoisted"/>
    <w:basedOn w:val="Kehatekst"/>
    <w:next w:val="Kehatekst"/>
    <w:rsid w:val="00636749"/>
    <w:pPr>
      <w:autoSpaceDE w:val="0"/>
      <w:autoSpaceDN w:val="0"/>
    </w:pPr>
  </w:style>
  <w:style w:type="paragraph" w:customStyle="1" w:styleId="TabelMoistedB">
    <w:name w:val="TabelMoistedB"/>
    <w:basedOn w:val="TabelMoisted"/>
    <w:rsid w:val="00636749"/>
    <w:rPr>
      <w:b/>
      <w:bCs/>
    </w:rPr>
  </w:style>
  <w:style w:type="character" w:styleId="Klastatudhperlink">
    <w:name w:val="FollowedHyperlink"/>
    <w:basedOn w:val="Liguvaikefont"/>
    <w:uiPriority w:val="99"/>
    <w:semiHidden/>
    <w:unhideWhenUsed/>
    <w:rsid w:val="00636749"/>
    <w:rPr>
      <w:color w:val="954F72" w:themeColor="followedHyperlink"/>
      <w:u w:val="single"/>
    </w:rPr>
  </w:style>
  <w:style w:type="paragraph" w:customStyle="1" w:styleId="Foto">
    <w:name w:val="Foto"/>
    <w:basedOn w:val="Normaallaad"/>
    <w:next w:val="Normaallaad"/>
    <w:rsid w:val="00636749"/>
    <w:pPr>
      <w:spacing w:after="480"/>
    </w:pPr>
  </w:style>
  <w:style w:type="character" w:styleId="Hperlink">
    <w:name w:val="Hyperlink"/>
    <w:basedOn w:val="Liguvaikefont"/>
    <w:uiPriority w:val="99"/>
    <w:unhideWhenUsed/>
    <w:rsid w:val="00636749"/>
    <w:rPr>
      <w:color w:val="0563C1" w:themeColor="hyperlink"/>
      <w:u w:val="single"/>
    </w:rPr>
  </w:style>
  <w:style w:type="paragraph" w:customStyle="1" w:styleId="Muu">
    <w:name w:val="Muu"/>
    <w:basedOn w:val="Sisukord"/>
    <w:next w:val="Kehatekst"/>
    <w:link w:val="MuuChar"/>
    <w:rsid w:val="00636749"/>
  </w:style>
  <w:style w:type="character" w:customStyle="1" w:styleId="MuuChar">
    <w:name w:val="Muu Char"/>
    <w:basedOn w:val="SisukordChar"/>
    <w:link w:val="Muu"/>
    <w:rsid w:val="00636749"/>
    <w:rPr>
      <w:rFonts w:eastAsia="Calibri"/>
      <w:b/>
      <w:color w:val="A5A5A5" w:themeColor="accent3"/>
      <w:sz w:val="40"/>
      <w:lang w:val="et-EE"/>
    </w:rPr>
  </w:style>
  <w:style w:type="paragraph" w:customStyle="1" w:styleId="Kasutatudkirjandus">
    <w:name w:val="Kasutatud kirjandus"/>
    <w:basedOn w:val="Muu"/>
    <w:next w:val="Loendinumber"/>
    <w:rsid w:val="00636749"/>
  </w:style>
  <w:style w:type="paragraph" w:styleId="Loendinumber">
    <w:name w:val="List Number"/>
    <w:basedOn w:val="Normaallaad"/>
    <w:uiPriority w:val="99"/>
    <w:unhideWhenUsed/>
    <w:rsid w:val="00636749"/>
    <w:pPr>
      <w:numPr>
        <w:numId w:val="1"/>
      </w:numPr>
      <w:spacing w:after="100"/>
    </w:pPr>
  </w:style>
  <w:style w:type="paragraph" w:customStyle="1" w:styleId="Missioon">
    <w:name w:val="Missioon"/>
    <w:basedOn w:val="Normaallaad"/>
    <w:next w:val="Normaallaad"/>
    <w:rsid w:val="00636749"/>
    <w:pPr>
      <w:pageBreakBefore/>
    </w:pPr>
  </w:style>
  <w:style w:type="paragraph" w:customStyle="1" w:styleId="Moisted">
    <w:name w:val="Moisted"/>
    <w:basedOn w:val="Muu"/>
    <w:next w:val="Normaallaad"/>
    <w:rsid w:val="00636749"/>
    <w:pPr>
      <w:spacing w:before="0"/>
    </w:pPr>
  </w:style>
  <w:style w:type="paragraph" w:customStyle="1" w:styleId="MuuSamaLK">
    <w:name w:val="MuuSamaLK"/>
    <w:basedOn w:val="Muu"/>
    <w:next w:val="Kehatekst"/>
    <w:rsid w:val="00463120"/>
    <w:pPr>
      <w:keepNext/>
      <w:pageBreakBefore w:val="0"/>
    </w:pPr>
  </w:style>
  <w:style w:type="paragraph" w:styleId="Vahedeta">
    <w:name w:val="No Spacing"/>
    <w:aliases w:val="Tabel_Caption"/>
    <w:basedOn w:val="Normaallaad"/>
    <w:next w:val="Normaallaad"/>
    <w:uiPriority w:val="12"/>
    <w:rsid w:val="00636749"/>
    <w:pPr>
      <w:spacing w:before="240" w:after="80"/>
    </w:pPr>
  </w:style>
  <w:style w:type="paragraph" w:customStyle="1" w:styleId="TnuTekst">
    <w:name w:val="TänuTekst"/>
    <w:basedOn w:val="Normaallaad"/>
    <w:next w:val="Normaallaad"/>
    <w:rsid w:val="00636749"/>
    <w:pPr>
      <w:spacing w:after="480"/>
    </w:pPr>
  </w:style>
  <w:style w:type="paragraph" w:styleId="SK1">
    <w:name w:val="toc 1"/>
    <w:basedOn w:val="Normaallaad"/>
    <w:next w:val="Normaallaad"/>
    <w:autoRedefine/>
    <w:uiPriority w:val="39"/>
    <w:unhideWhenUsed/>
    <w:rsid w:val="00AE4FC3"/>
    <w:pPr>
      <w:tabs>
        <w:tab w:val="left" w:leader="dot" w:pos="227"/>
        <w:tab w:val="left" w:pos="440"/>
        <w:tab w:val="right" w:leader="dot" w:pos="9062"/>
      </w:tabs>
      <w:spacing w:before="60"/>
    </w:pPr>
  </w:style>
  <w:style w:type="paragraph" w:styleId="SK3">
    <w:name w:val="toc 3"/>
    <w:basedOn w:val="Normaallaad"/>
    <w:next w:val="Normaallaad"/>
    <w:autoRedefine/>
    <w:uiPriority w:val="39"/>
    <w:unhideWhenUsed/>
    <w:rsid w:val="00544349"/>
    <w:pPr>
      <w:tabs>
        <w:tab w:val="left" w:pos="993"/>
        <w:tab w:val="right" w:leader="dot" w:pos="9062"/>
      </w:tabs>
    </w:pPr>
  </w:style>
  <w:style w:type="paragraph" w:styleId="Pealdis">
    <w:name w:val="caption"/>
    <w:basedOn w:val="Normaallaad"/>
    <w:rsid w:val="006D7E13"/>
    <w:pPr>
      <w:suppressLineNumbers/>
      <w:spacing w:before="60" w:after="60"/>
    </w:pPr>
    <w:rPr>
      <w:rFonts w:asciiTheme="minorHAnsi" w:hAnsiTheme="minorHAnsi" w:cs="Mangal"/>
      <w:iCs/>
      <w:sz w:val="20"/>
    </w:rPr>
  </w:style>
  <w:style w:type="paragraph" w:customStyle="1" w:styleId="Heading1">
    <w:name w:val="Heading1"/>
    <w:basedOn w:val="Normaallaad"/>
    <w:next w:val="Normaallaad"/>
    <w:link w:val="Heading1Char"/>
    <w:rsid w:val="001002A1"/>
    <w:pPr>
      <w:keepNext/>
      <w:keepLines/>
      <w:numPr>
        <w:numId w:val="11"/>
      </w:numPr>
      <w:spacing w:before="100" w:beforeAutospacing="1" w:after="240" w:line="240" w:lineRule="atLeast"/>
      <w:outlineLvl w:val="0"/>
    </w:pPr>
    <w:rPr>
      <w:rFonts w:eastAsiaTheme="majorEastAsia" w:cstheme="majorBidi"/>
      <w:b/>
      <w:bCs/>
      <w:caps/>
      <w:color w:val="F58220"/>
      <w:sz w:val="32"/>
      <w:szCs w:val="28"/>
    </w:rPr>
  </w:style>
  <w:style w:type="character" w:customStyle="1" w:styleId="Heading1Char">
    <w:name w:val="Heading1 Char"/>
    <w:basedOn w:val="Liguvaikefont"/>
    <w:link w:val="Heading1"/>
    <w:rsid w:val="001002A1"/>
    <w:rPr>
      <w:rFonts w:ascii="Arial" w:eastAsiaTheme="majorEastAsia" w:hAnsi="Arial" w:cstheme="majorBidi"/>
      <w:b/>
      <w:bCs/>
      <w:caps/>
      <w:color w:val="F58220"/>
      <w:sz w:val="32"/>
      <w:szCs w:val="28"/>
      <w:lang w:val="et-EE"/>
    </w:rPr>
  </w:style>
  <w:style w:type="paragraph" w:customStyle="1" w:styleId="Nimi">
    <w:name w:val="Nimi"/>
    <w:basedOn w:val="Normaallaad"/>
    <w:next w:val="Normaallaad"/>
    <w:rsid w:val="00012188"/>
    <w:pPr>
      <w:jc w:val="center"/>
    </w:pPr>
    <w:rPr>
      <w:rFonts w:ascii="Verdana" w:hAnsi="Verdana"/>
      <w:b/>
      <w:caps/>
      <w:sz w:val="64"/>
      <w:szCs w:val="56"/>
    </w:rPr>
  </w:style>
  <w:style w:type="paragraph" w:customStyle="1" w:styleId="koolitus">
    <w:name w:val="koolitus"/>
    <w:basedOn w:val="Normaallaad"/>
    <w:rsid w:val="00012188"/>
    <w:rPr>
      <w:rFonts w:ascii="Verdana" w:hAnsi="Verdana"/>
      <w:b/>
      <w:bCs/>
      <w:caps/>
      <w:sz w:val="28"/>
      <w:szCs w:val="28"/>
    </w:rPr>
  </w:style>
  <w:style w:type="paragraph" w:customStyle="1" w:styleId="Opivaljundid">
    <w:name w:val="Opivaljundid"/>
    <w:basedOn w:val="Kehatekst"/>
    <w:next w:val="Normaallaad"/>
    <w:rsid w:val="00012188"/>
    <w:pPr>
      <w:framePr w:hSpace="141" w:wrap="around" w:vAnchor="page" w:hAnchor="margin" w:xAlign="center" w:y="5374"/>
    </w:pPr>
    <w:rPr>
      <w:rFonts w:ascii="Verdana" w:hAnsi="Verdana"/>
      <w:b/>
      <w:caps/>
      <w:sz w:val="24"/>
      <w:szCs w:val="21"/>
    </w:rPr>
  </w:style>
  <w:style w:type="paragraph" w:styleId="Loenditpp">
    <w:name w:val="List Bullet"/>
    <w:basedOn w:val="Normaallaad"/>
    <w:uiPriority w:val="99"/>
    <w:unhideWhenUsed/>
    <w:rsid w:val="00012188"/>
    <w:pPr>
      <w:numPr>
        <w:numId w:val="2"/>
      </w:numPr>
      <w:contextualSpacing/>
    </w:pPr>
    <w:rPr>
      <w:rFonts w:ascii="Verdana" w:hAnsi="Verdana"/>
      <w:sz w:val="24"/>
    </w:rPr>
  </w:style>
  <w:style w:type="paragraph" w:customStyle="1" w:styleId="Style1">
    <w:name w:val="Style1"/>
    <w:basedOn w:val="Normaallaad"/>
    <w:rsid w:val="005E32F0"/>
    <w:pPr>
      <w:spacing w:before="600" w:after="400"/>
    </w:pPr>
    <w:rPr>
      <w:rFonts w:cstheme="minorHAnsi"/>
      <w:b/>
    </w:rPr>
  </w:style>
  <w:style w:type="paragraph" w:customStyle="1" w:styleId="Pealkiri10">
    <w:name w:val="Pealkiri1"/>
    <w:basedOn w:val="Normaallaad"/>
    <w:next w:val="Normaallaad"/>
    <w:rsid w:val="00D353FB"/>
    <w:pPr>
      <w:spacing w:before="480" w:after="120"/>
    </w:pPr>
    <w:rPr>
      <w:b/>
      <w:caps/>
    </w:rPr>
  </w:style>
  <w:style w:type="paragraph" w:customStyle="1" w:styleId="Taotlus">
    <w:name w:val="Taotlus"/>
    <w:basedOn w:val="Normaallaad"/>
    <w:next w:val="Kehatekst"/>
    <w:rsid w:val="005E32F0"/>
    <w:pPr>
      <w:spacing w:before="240" w:after="120"/>
    </w:pPr>
  </w:style>
  <w:style w:type="paragraph" w:customStyle="1" w:styleId="Lisatekst">
    <w:name w:val="Lisatekst"/>
    <w:basedOn w:val="Kehatekst"/>
    <w:rsid w:val="005E32F0"/>
    <w:pPr>
      <w:keepNext/>
      <w:numPr>
        <w:numId w:val="3"/>
      </w:numPr>
      <w:tabs>
        <w:tab w:val="left" w:pos="6521"/>
      </w:tabs>
      <w:spacing w:before="120" w:after="0"/>
    </w:pPr>
    <w:rPr>
      <w:b/>
    </w:rPr>
  </w:style>
  <w:style w:type="paragraph" w:customStyle="1" w:styleId="Bodyt">
    <w:name w:val="Bodyt"/>
    <w:basedOn w:val="Normaallaad"/>
    <w:rsid w:val="005E32F0"/>
    <w:pPr>
      <w:numPr>
        <w:ilvl w:val="1"/>
        <w:numId w:val="4"/>
      </w:numPr>
    </w:pPr>
  </w:style>
  <w:style w:type="paragraph" w:customStyle="1" w:styleId="Bodyt1">
    <w:name w:val="Bodyt1"/>
    <w:basedOn w:val="Bodyt"/>
    <w:rsid w:val="005E32F0"/>
    <w:pPr>
      <w:numPr>
        <w:ilvl w:val="2"/>
      </w:numPr>
    </w:pPr>
  </w:style>
  <w:style w:type="paragraph" w:customStyle="1" w:styleId="Loetelu">
    <w:name w:val="Loetelu"/>
    <w:basedOn w:val="Normaallaad"/>
    <w:rsid w:val="00B4095E"/>
    <w:pPr>
      <w:numPr>
        <w:numId w:val="4"/>
      </w:numPr>
      <w:spacing w:before="120"/>
    </w:pPr>
    <w:rPr>
      <w:rFonts w:eastAsia="Calibri" w:cs="Calibri"/>
    </w:rPr>
  </w:style>
  <w:style w:type="paragraph" w:customStyle="1" w:styleId="All">
    <w:name w:val="All"/>
    <w:basedOn w:val="Normaallaad"/>
    <w:rsid w:val="00B4095E"/>
    <w:rPr>
      <w:rFonts w:eastAsia="Calibri" w:cs="Calibri"/>
    </w:rPr>
  </w:style>
  <w:style w:type="paragraph" w:styleId="SK4">
    <w:name w:val="toc 4"/>
    <w:basedOn w:val="Normaallaad"/>
    <w:next w:val="Normaallaad"/>
    <w:autoRedefine/>
    <w:uiPriority w:val="39"/>
    <w:unhideWhenUsed/>
    <w:rsid w:val="00544349"/>
  </w:style>
  <w:style w:type="paragraph" w:customStyle="1" w:styleId="Bullet1">
    <w:name w:val="Bullet1"/>
    <w:basedOn w:val="Normaallaad"/>
    <w:link w:val="Bullet1Char"/>
    <w:rsid w:val="00875522"/>
    <w:pPr>
      <w:numPr>
        <w:numId w:val="5"/>
      </w:numPr>
    </w:pPr>
    <w:rPr>
      <w:spacing w:val="10"/>
      <w:szCs w:val="28"/>
    </w:rPr>
  </w:style>
  <w:style w:type="character" w:customStyle="1" w:styleId="Bullet1Char">
    <w:name w:val="Bullet1 Char"/>
    <w:link w:val="Bullet1"/>
    <w:rsid w:val="00875522"/>
    <w:rPr>
      <w:rFonts w:ascii="Arial" w:hAnsi="Arial"/>
      <w:spacing w:val="10"/>
      <w:szCs w:val="28"/>
      <w:lang w:val="et-EE"/>
    </w:rPr>
  </w:style>
  <w:style w:type="paragraph" w:customStyle="1" w:styleId="TEKST">
    <w:name w:val="TEKST"/>
    <w:basedOn w:val="Normaallaad"/>
    <w:link w:val="TEKSTChar"/>
    <w:rsid w:val="0020308B"/>
    <w:pPr>
      <w:spacing w:after="120"/>
    </w:pPr>
    <w:rPr>
      <w:rFonts w:eastAsiaTheme="minorEastAsia"/>
      <w:spacing w:val="10"/>
      <w:szCs w:val="28"/>
    </w:rPr>
  </w:style>
  <w:style w:type="character" w:customStyle="1" w:styleId="TEKSTChar">
    <w:name w:val="TEKST Char"/>
    <w:basedOn w:val="Liguvaikefont"/>
    <w:link w:val="TEKST"/>
    <w:rsid w:val="0020308B"/>
    <w:rPr>
      <w:rFonts w:ascii="Arial" w:eastAsiaTheme="minorEastAsia" w:hAnsi="Arial"/>
      <w:spacing w:val="10"/>
      <w:sz w:val="20"/>
      <w:szCs w:val="28"/>
      <w:lang w:eastAsia="et-EE"/>
    </w:rPr>
  </w:style>
  <w:style w:type="paragraph" w:customStyle="1" w:styleId="Bullet">
    <w:name w:val="Bullet"/>
    <w:basedOn w:val="Loenditpp2"/>
    <w:rsid w:val="00456B17"/>
    <w:rPr>
      <w:sz w:val="20"/>
    </w:rPr>
  </w:style>
  <w:style w:type="paragraph" w:styleId="Loenditpp2">
    <w:name w:val="List Bullet 2"/>
    <w:basedOn w:val="Normaallaad"/>
    <w:uiPriority w:val="99"/>
    <w:semiHidden/>
    <w:unhideWhenUsed/>
    <w:rsid w:val="00456B17"/>
    <w:pPr>
      <w:numPr>
        <w:numId w:val="6"/>
      </w:numPr>
      <w:contextualSpacing/>
    </w:pPr>
  </w:style>
  <w:style w:type="paragraph" w:styleId="Jalus">
    <w:name w:val="footer"/>
    <w:basedOn w:val="Normaallaad"/>
    <w:link w:val="JalusMrk"/>
    <w:uiPriority w:val="99"/>
    <w:rsid w:val="00AE4FC3"/>
    <w:pPr>
      <w:tabs>
        <w:tab w:val="center" w:pos="4320"/>
        <w:tab w:val="right" w:pos="8640"/>
      </w:tabs>
    </w:pPr>
    <w:rPr>
      <w:rFonts w:cstheme="minorBidi"/>
      <w:szCs w:val="24"/>
    </w:rPr>
  </w:style>
  <w:style w:type="character" w:customStyle="1" w:styleId="JalusMrk">
    <w:name w:val="Jalus Märk"/>
    <w:link w:val="Jalus"/>
    <w:uiPriority w:val="99"/>
    <w:rsid w:val="00AE4FC3"/>
    <w:rPr>
      <w:rFonts w:cstheme="minorBidi"/>
      <w:lang w:val="et-EE"/>
    </w:rPr>
  </w:style>
  <w:style w:type="paragraph" w:customStyle="1" w:styleId="Tabletext">
    <w:name w:val="Table_text"/>
    <w:basedOn w:val="Normaallaad"/>
    <w:rsid w:val="003303DA"/>
    <w:pPr>
      <w:spacing w:before="60" w:after="60"/>
      <w:contextualSpacing/>
    </w:pPr>
  </w:style>
  <w:style w:type="paragraph" w:customStyle="1" w:styleId="Tablehead">
    <w:name w:val="Table_head"/>
    <w:basedOn w:val="Normaallaad"/>
    <w:rsid w:val="003303DA"/>
    <w:pPr>
      <w:spacing w:before="60" w:after="60"/>
    </w:pPr>
    <w:rPr>
      <w:b/>
    </w:rPr>
  </w:style>
  <w:style w:type="paragraph" w:customStyle="1" w:styleId="Kirjandus">
    <w:name w:val="Kirjandus"/>
    <w:basedOn w:val="Loendinumber"/>
    <w:rsid w:val="00880F6A"/>
    <w:pPr>
      <w:numPr>
        <w:numId w:val="7"/>
      </w:numPr>
      <w:tabs>
        <w:tab w:val="left" w:pos="340"/>
      </w:tabs>
      <w:suppressAutoHyphens w:val="0"/>
      <w:spacing w:after="80"/>
    </w:pPr>
    <w:rPr>
      <w:kern w:val="0"/>
    </w:rPr>
  </w:style>
  <w:style w:type="paragraph" w:customStyle="1" w:styleId="Td">
    <w:name w:val="Tööd"/>
    <w:basedOn w:val="Normaallaad"/>
    <w:rsid w:val="00E3187D"/>
    <w:pPr>
      <w:keepNext/>
      <w:keepLines/>
      <w:spacing w:before="240" w:after="60"/>
    </w:pPr>
    <w:rPr>
      <w:rFonts w:asciiTheme="majorHAnsi" w:hAnsiTheme="majorHAnsi"/>
      <w:b/>
      <w:sz w:val="24"/>
    </w:rPr>
  </w:style>
  <w:style w:type="paragraph" w:customStyle="1" w:styleId="Head1Eng">
    <w:name w:val="Head1Eng"/>
    <w:basedOn w:val="Pealkiri1"/>
    <w:rsid w:val="00E3187D"/>
    <w:pPr>
      <w:pageBreakBefore w:val="0"/>
    </w:pPr>
    <w:rPr>
      <w:rFonts w:eastAsiaTheme="minorEastAsia"/>
      <w:i/>
      <w:iCs/>
      <w:lang w:val="en-GB"/>
    </w:rPr>
  </w:style>
  <w:style w:type="paragraph" w:customStyle="1" w:styleId="Head2Eng">
    <w:name w:val="Head2Eng"/>
    <w:basedOn w:val="Pealkiri2"/>
    <w:rsid w:val="00E3187D"/>
    <w:pPr>
      <w:numPr>
        <w:ilvl w:val="0"/>
        <w:numId w:val="0"/>
      </w:numPr>
      <w:spacing w:before="0"/>
    </w:pPr>
    <w:rPr>
      <w:b w:val="0"/>
      <w:i/>
      <w:iCs/>
      <w:sz w:val="25"/>
    </w:rPr>
  </w:style>
  <w:style w:type="paragraph" w:customStyle="1" w:styleId="Head3Eng">
    <w:name w:val="Head3Eng"/>
    <w:basedOn w:val="Pealkiri3"/>
    <w:next w:val="Normaallaad"/>
    <w:rsid w:val="00E3187D"/>
    <w:pPr>
      <w:spacing w:before="0"/>
    </w:pPr>
    <w:rPr>
      <w:b w:val="0"/>
      <w:bCs w:val="0"/>
      <w:i/>
      <w:iCs/>
      <w:sz w:val="23"/>
    </w:rPr>
  </w:style>
  <w:style w:type="paragraph" w:customStyle="1" w:styleId="Taandegalik">
    <w:name w:val="Taandega lõik"/>
    <w:basedOn w:val="Kehatekst"/>
    <w:autoRedefine/>
    <w:rsid w:val="001214EB"/>
    <w:pPr>
      <w:spacing w:after="0"/>
      <w:ind w:firstLine="357"/>
    </w:pPr>
    <w:rPr>
      <w:rFonts w:ascii="Minion Pro" w:hAnsi="Minion Pro"/>
    </w:rPr>
  </w:style>
  <w:style w:type="paragraph" w:customStyle="1" w:styleId="Taandegaeng">
    <w:name w:val="Taandegaeng"/>
    <w:basedOn w:val="Taandegalik"/>
    <w:rsid w:val="00E3187D"/>
    <w:rPr>
      <w:i/>
    </w:rPr>
  </w:style>
  <w:style w:type="paragraph" w:customStyle="1" w:styleId="Taandetalik">
    <w:name w:val="Taandeta lõik"/>
    <w:basedOn w:val="Kehatekst"/>
    <w:next w:val="Taandegalik"/>
    <w:autoRedefine/>
    <w:rsid w:val="00E3187D"/>
    <w:pPr>
      <w:spacing w:after="0"/>
    </w:pPr>
    <w:rPr>
      <w:rFonts w:asciiTheme="minorHAnsi" w:eastAsiaTheme="minorEastAsia" w:hAnsiTheme="minorHAnsi" w:cs="Arial"/>
      <w:bCs/>
    </w:rPr>
  </w:style>
  <w:style w:type="paragraph" w:customStyle="1" w:styleId="Taandetaing">
    <w:name w:val="Taandetaing"/>
    <w:basedOn w:val="Taandetalik"/>
    <w:rsid w:val="00C20C84"/>
    <w:rPr>
      <w:rFonts w:ascii="Minion Pro" w:eastAsia="Times New Roman" w:hAnsi="Minion Pro" w:cs="Times New Roman"/>
      <w:bCs w:val="0"/>
      <w:i/>
    </w:rPr>
  </w:style>
  <w:style w:type="paragraph" w:customStyle="1" w:styleId="Tpitudtekst">
    <w:name w:val="Täpitud tekst"/>
    <w:basedOn w:val="Loenditpp3"/>
    <w:rsid w:val="00E3187D"/>
    <w:pPr>
      <w:numPr>
        <w:numId w:val="9"/>
      </w:numPr>
    </w:pPr>
    <w:rPr>
      <w:rFonts w:ascii="Minion Pro" w:hAnsi="Minion Pro"/>
    </w:rPr>
  </w:style>
  <w:style w:type="paragraph" w:styleId="Loenditpp3">
    <w:name w:val="List Bullet 3"/>
    <w:basedOn w:val="Normaallaad"/>
    <w:uiPriority w:val="99"/>
    <w:semiHidden/>
    <w:unhideWhenUsed/>
    <w:rsid w:val="00E3187D"/>
    <w:pPr>
      <w:numPr>
        <w:numId w:val="8"/>
      </w:numPr>
      <w:contextualSpacing/>
    </w:pPr>
  </w:style>
  <w:style w:type="paragraph" w:customStyle="1" w:styleId="Tekst0">
    <w:name w:val="Tekst"/>
    <w:basedOn w:val="Normaallaad"/>
    <w:link w:val="TekstChar0"/>
    <w:rsid w:val="00E650AE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eastAsia="Calibri"/>
      <w:color w:val="000000" w:themeColor="text1"/>
      <w:kern w:val="0"/>
      <w:lang w:eastAsia="en-GB"/>
    </w:rPr>
  </w:style>
  <w:style w:type="character" w:customStyle="1" w:styleId="TekstChar0">
    <w:name w:val="Tekst Char"/>
    <w:basedOn w:val="Liguvaikefont"/>
    <w:link w:val="Tekst0"/>
    <w:rsid w:val="00E650AE"/>
    <w:rPr>
      <w:rFonts w:ascii="Arial" w:eastAsia="Calibri" w:hAnsi="Arial"/>
      <w:color w:val="000000" w:themeColor="text1"/>
      <w:kern w:val="0"/>
      <w:lang w:val="et-EE" w:eastAsia="en-GB"/>
    </w:rPr>
  </w:style>
  <w:style w:type="paragraph" w:customStyle="1" w:styleId="Prdumine">
    <w:name w:val="Pöördumine"/>
    <w:basedOn w:val="Tekst0"/>
    <w:qFormat/>
    <w:rsid w:val="00A94D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480"/>
      <w:jc w:val="left"/>
    </w:pPr>
    <w:rPr>
      <w:rFonts w:eastAsia="Times New Roman"/>
      <w:color w:val="auto"/>
      <w:szCs w:val="20"/>
      <w:lang w:eastAsia="en-US"/>
    </w:rPr>
  </w:style>
  <w:style w:type="paragraph" w:customStyle="1" w:styleId="loend">
    <w:name w:val="loend"/>
    <w:basedOn w:val="Kehatekst"/>
    <w:link w:val="loendChar"/>
    <w:rsid w:val="006D7E13"/>
    <w:pPr>
      <w:numPr>
        <w:numId w:val="10"/>
      </w:numPr>
      <w:pBdr>
        <w:top w:val="nil"/>
        <w:left w:val="nil"/>
        <w:bottom w:val="nil"/>
        <w:right w:val="nil"/>
        <w:between w:val="nil"/>
      </w:pBdr>
      <w:ind w:left="357" w:hanging="357"/>
      <w:contextualSpacing/>
    </w:pPr>
    <w:rPr>
      <w:rFonts w:eastAsia="Calibri" w:cs="Calibri"/>
      <w:color w:val="000000"/>
      <w:kern w:val="0"/>
      <w:lang w:bidi="en-US"/>
    </w:rPr>
  </w:style>
  <w:style w:type="character" w:customStyle="1" w:styleId="loendChar">
    <w:name w:val="loend Char"/>
    <w:basedOn w:val="Liguvaikefont"/>
    <w:link w:val="loend"/>
    <w:rsid w:val="006D7E13"/>
    <w:rPr>
      <w:rFonts w:ascii="Arial" w:eastAsia="Calibri" w:hAnsi="Arial" w:cs="Calibri"/>
      <w:color w:val="000000"/>
      <w:kern w:val="0"/>
      <w:sz w:val="20"/>
      <w:lang w:bidi="en-US"/>
    </w:rPr>
  </w:style>
  <w:style w:type="paragraph" w:styleId="Loendilik">
    <w:name w:val="List Paragraph"/>
    <w:basedOn w:val="Normaallaad"/>
    <w:uiPriority w:val="34"/>
    <w:rsid w:val="006D7E13"/>
    <w:pPr>
      <w:ind w:left="720"/>
      <w:contextualSpacing/>
    </w:pPr>
  </w:style>
  <w:style w:type="paragraph" w:customStyle="1" w:styleId="Heading">
    <w:name w:val="Heading"/>
    <w:basedOn w:val="Kehatekst"/>
    <w:next w:val="Kehatekst"/>
    <w:rsid w:val="006D7E13"/>
    <w:pPr>
      <w:spacing w:before="120" w:after="0"/>
    </w:pPr>
    <w:rPr>
      <w:b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qFormat/>
    <w:rsid w:val="00AE4FC3"/>
    <w:pPr>
      <w:pBdr>
        <w:top w:val="nil"/>
        <w:left w:val="nil"/>
        <w:bottom w:val="nil"/>
        <w:right w:val="nil"/>
        <w:between w:val="nil"/>
      </w:pBdr>
      <w:suppressAutoHyphens w:val="0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E4FC3"/>
    <w:rPr>
      <w:sz w:val="20"/>
      <w:szCs w:val="20"/>
      <w:lang w:val="et-EE"/>
    </w:rPr>
  </w:style>
  <w:style w:type="table" w:customStyle="1" w:styleId="Fuksia">
    <w:name w:val="Fuksia"/>
    <w:basedOn w:val="Normaaltabel"/>
    <w:uiPriority w:val="99"/>
    <w:rsid w:val="00911CC4"/>
    <w:pPr>
      <w:spacing w:after="0" w:line="240" w:lineRule="auto"/>
    </w:pPr>
    <w:tblPr/>
  </w:style>
  <w:style w:type="table" w:customStyle="1" w:styleId="Fiksia">
    <w:name w:val="Fiksia"/>
    <w:basedOn w:val="Normaaltabel"/>
    <w:uiPriority w:val="99"/>
    <w:rsid w:val="00911CC4"/>
    <w:pPr>
      <w:spacing w:after="0" w:line="240" w:lineRule="auto"/>
    </w:pPr>
    <w:tblPr/>
  </w:style>
  <w:style w:type="table" w:styleId="Kontuurtabel">
    <w:name w:val="Table Grid"/>
    <w:basedOn w:val="Normaaltabel"/>
    <w:uiPriority w:val="39"/>
    <w:rsid w:val="00911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Calibri" w:hAnsi="Calibri"/>
        <w:caps w:val="0"/>
        <w:smallCaps w:val="0"/>
        <w:strike w:val="0"/>
        <w:dstrike w:val="0"/>
        <w:vanish w:val="0"/>
        <w:sz w:val="22"/>
        <w:vertAlign w:val="baseline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4067E"/>
        <w:vAlign w:val="center"/>
      </w:tcPr>
    </w:tblStylePr>
  </w:style>
  <w:style w:type="paragraph" w:customStyle="1" w:styleId="Tegevus">
    <w:name w:val="Tegevus"/>
    <w:basedOn w:val="Normaallaad"/>
    <w:rsid w:val="00911CC4"/>
    <w:pPr>
      <w:spacing w:line="660" w:lineRule="exact"/>
    </w:pPr>
    <w:rPr>
      <w:rFonts w:eastAsia="Calibri" w:cs="Arial"/>
      <w:caps/>
      <w:color w:val="9396B0"/>
      <w:kern w:val="0"/>
      <w:sz w:val="58"/>
      <w:szCs w:val="260"/>
    </w:rPr>
  </w:style>
  <w:style w:type="character" w:customStyle="1" w:styleId="ENG">
    <w:name w:val="ENG"/>
    <w:basedOn w:val="Liguvaikefont"/>
    <w:uiPriority w:val="1"/>
    <w:rsid w:val="004433BE"/>
    <w:rPr>
      <w:i/>
      <w:noProof/>
      <w:lang w:val="en-GB"/>
    </w:rPr>
  </w:style>
  <w:style w:type="character" w:customStyle="1" w:styleId="Linktekstis">
    <w:name w:val="Link tekstis"/>
    <w:basedOn w:val="Liguvaikefont"/>
    <w:uiPriority w:val="1"/>
    <w:rsid w:val="004433BE"/>
    <w:rPr>
      <w:b/>
      <w:bCs/>
      <w:color w:val="0563C1"/>
      <w:u w:val="single"/>
    </w:rPr>
  </w:style>
  <w:style w:type="paragraph" w:customStyle="1" w:styleId="Headingsinine">
    <w:name w:val="Heading sinine"/>
    <w:basedOn w:val="Heading"/>
    <w:next w:val="Kehatekst"/>
    <w:rsid w:val="004433BE"/>
    <w:pPr>
      <w:suppressAutoHyphens/>
      <w:jc w:val="left"/>
    </w:pPr>
    <w:rPr>
      <w:rFonts w:eastAsiaTheme="minorHAnsi" w:cstheme="minorBidi"/>
      <w:color w:val="0070C0"/>
      <w:sz w:val="24"/>
      <w:lang w:val="et-EE"/>
    </w:rPr>
  </w:style>
  <w:style w:type="paragraph" w:styleId="Pis">
    <w:name w:val="header"/>
    <w:basedOn w:val="Normaallaad"/>
    <w:link w:val="PisMrk"/>
    <w:uiPriority w:val="99"/>
    <w:unhideWhenUsed/>
    <w:rsid w:val="009E2EAA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9E2EAA"/>
    <w:rPr>
      <w:rFonts w:ascii="Arial" w:hAnsi="Arial"/>
      <w:lang w:val="et-EE"/>
    </w:rPr>
  </w:style>
  <w:style w:type="paragraph" w:customStyle="1" w:styleId="Rekvisiidid">
    <w:name w:val="Rekvisiidid"/>
    <w:basedOn w:val="Normaallaad"/>
    <w:rsid w:val="004758C5"/>
    <w:pPr>
      <w:suppressAutoHyphens w:val="0"/>
      <w:jc w:val="center"/>
    </w:pPr>
    <w:rPr>
      <w:rFonts w:ascii="Poppins" w:eastAsia="Calibri" w:hAnsi="Poppins"/>
      <w:kern w:val="0"/>
      <w:sz w:val="18"/>
      <w:szCs w:val="18"/>
      <w:lang w:eastAsia="en-GB"/>
    </w:rPr>
  </w:style>
  <w:style w:type="paragraph" w:customStyle="1" w:styleId="Indekslinn">
    <w:name w:val="Indekslinn"/>
    <w:basedOn w:val="Tekst0"/>
    <w:next w:val="Tekst0"/>
    <w:autoRedefine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left"/>
    </w:pPr>
    <w:rPr>
      <w:rFonts w:eastAsia="Times New Roman"/>
      <w:color w:val="auto"/>
      <w:szCs w:val="20"/>
      <w:lang w:eastAsia="en-US"/>
    </w:rPr>
  </w:style>
  <w:style w:type="paragraph" w:customStyle="1" w:styleId="Adressaat">
    <w:name w:val="Adressaat"/>
    <w:basedOn w:val="Normaallaad"/>
    <w:autoRedefine/>
    <w:qFormat/>
    <w:rsid w:val="00867698"/>
    <w:pPr>
      <w:tabs>
        <w:tab w:val="left" w:pos="5387"/>
      </w:tabs>
      <w:spacing w:before="320"/>
      <w:jc w:val="left"/>
    </w:pPr>
    <w:rPr>
      <w:szCs w:val="20"/>
    </w:rPr>
  </w:style>
  <w:style w:type="paragraph" w:customStyle="1" w:styleId="Kirjapealkiri">
    <w:name w:val="Kirjapealkiri"/>
    <w:basedOn w:val="Kehatekst"/>
    <w:next w:val="Kehatekst"/>
    <w:rsid w:val="00A94D38"/>
    <w:pPr>
      <w:spacing w:before="960" w:after="720"/>
      <w:ind w:right="5103"/>
      <w:jc w:val="left"/>
    </w:pPr>
    <w:rPr>
      <w:kern w:val="0"/>
      <w:szCs w:val="20"/>
      <w:lang w:val="et-EE"/>
    </w:rPr>
  </w:style>
  <w:style w:type="paragraph" w:customStyle="1" w:styleId="Lpetus1">
    <w:name w:val="Lõpetus1"/>
    <w:basedOn w:val="Kehatekst"/>
    <w:next w:val="Kehatekst"/>
    <w:rsid w:val="00E650AE"/>
    <w:pPr>
      <w:spacing w:before="400"/>
      <w:jc w:val="left"/>
    </w:pPr>
    <w:rPr>
      <w:kern w:val="0"/>
      <w:szCs w:val="20"/>
      <w:lang w:val="et-EE"/>
    </w:rPr>
  </w:style>
  <w:style w:type="paragraph" w:customStyle="1" w:styleId="Allkirjastajanimi">
    <w:name w:val="Allkirjastaja nimi"/>
    <w:basedOn w:val="Kehatekst"/>
    <w:next w:val="Kehatekst"/>
    <w:qFormat/>
    <w:rsid w:val="00E650AE"/>
    <w:pPr>
      <w:spacing w:after="0"/>
      <w:jc w:val="left"/>
    </w:pPr>
    <w:rPr>
      <w:kern w:val="0"/>
      <w:szCs w:val="20"/>
      <w:lang w:val="et-EE"/>
    </w:rPr>
  </w:style>
  <w:style w:type="paragraph" w:customStyle="1" w:styleId="Ametinimetus">
    <w:name w:val="Ametinimetus"/>
    <w:basedOn w:val="Kehatekst"/>
    <w:next w:val="Kehatekst"/>
    <w:qFormat/>
    <w:rsid w:val="00E650AE"/>
    <w:pPr>
      <w:spacing w:after="600"/>
      <w:jc w:val="left"/>
    </w:pPr>
    <w:rPr>
      <w:kern w:val="0"/>
      <w:szCs w:val="20"/>
      <w:lang w:val="et-EE"/>
    </w:rPr>
  </w:style>
  <w:style w:type="paragraph" w:customStyle="1" w:styleId="Aadress">
    <w:name w:val="Aadress"/>
    <w:basedOn w:val="Adressaat"/>
    <w:next w:val="Tekst0"/>
    <w:qFormat/>
    <w:rsid w:val="00E650AE"/>
    <w:pPr>
      <w:spacing w:before="0"/>
    </w:pPr>
  </w:style>
  <w:style w:type="paragraph" w:customStyle="1" w:styleId="Lisamrge">
    <w:name w:val="Lisamärge"/>
    <w:basedOn w:val="Tekst0"/>
    <w:qFormat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1134"/>
      </w:tabs>
      <w:jc w:val="left"/>
    </w:pPr>
    <w:rPr>
      <w:rFonts w:eastAsia="Times New Roman"/>
      <w:color w:val="auto"/>
      <w:szCs w:val="20"/>
      <w:lang w:eastAsia="en-US"/>
    </w:rPr>
  </w:style>
  <w:style w:type="paragraph" w:customStyle="1" w:styleId="Allkirjastatuddigit">
    <w:name w:val="Allkirjastatud digit"/>
    <w:basedOn w:val="Kehatekst"/>
    <w:qFormat/>
    <w:rsid w:val="00E650AE"/>
    <w:pPr>
      <w:spacing w:before="360"/>
      <w:jc w:val="left"/>
    </w:pPr>
    <w:rPr>
      <w:kern w:val="0"/>
      <w:szCs w:val="20"/>
      <w:lang w:val="et-EE"/>
    </w:rPr>
  </w:style>
  <w:style w:type="paragraph" w:customStyle="1" w:styleId="ViimsiVV">
    <w:name w:val="ViimsiVV"/>
    <w:basedOn w:val="Normaallaad"/>
    <w:link w:val="ViimsiVVChar"/>
    <w:rsid w:val="00713B44"/>
    <w:pPr>
      <w:suppressAutoHyphens w:val="0"/>
      <w:spacing w:before="120" w:after="240" w:line="240" w:lineRule="auto"/>
      <w:jc w:val="center"/>
    </w:pPr>
    <w:rPr>
      <w:bCs/>
      <w:kern w:val="0"/>
      <w:sz w:val="24"/>
      <w:szCs w:val="18"/>
    </w:rPr>
  </w:style>
  <w:style w:type="character" w:customStyle="1" w:styleId="ViimsiVVChar">
    <w:name w:val="ViimsiVV Char"/>
    <w:basedOn w:val="Liguvaikefont"/>
    <w:link w:val="ViimsiVV"/>
    <w:rsid w:val="00713B44"/>
    <w:rPr>
      <w:rFonts w:ascii="Arial" w:hAnsi="Arial"/>
      <w:bCs/>
      <w:kern w:val="0"/>
      <w:sz w:val="24"/>
      <w:szCs w:val="18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8432B1"/>
    <w:rPr>
      <w:color w:val="605E5C"/>
      <w:shd w:val="clear" w:color="auto" w:fill="E1DFDD"/>
    </w:rPr>
  </w:style>
  <w:style w:type="character" w:styleId="Nutilink">
    <w:name w:val="Smart Link"/>
    <w:basedOn w:val="Liguvaikefont"/>
    <w:uiPriority w:val="99"/>
    <w:semiHidden/>
    <w:unhideWhenUsed/>
    <w:rsid w:val="002E6BCC"/>
    <w:rPr>
      <w:color w:val="0000FF"/>
      <w:u w:val="single"/>
      <w:shd w:val="clear" w:color="auto" w:fill="F3F2F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cid:image002.png@01DA5923.8C7CD69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hyperlink" Target="https://indrek-my.sharepoint.com/:f:/g/personal/indrek_indrek_onmicrosoft_com/ElifYIZMwcJMvXXfT7bT6MMBJe0qbOfCuPoESab_MGkaRg?e=EQn8Un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info@terviseamet.ee" TargetMode="Externa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imsi.ee/" TargetMode="External"/><Relationship Id="rId2" Type="http://schemas.openxmlformats.org/officeDocument/2006/relationships/hyperlink" Target="http://www.viimsi.ee/" TargetMode="External"/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arja.kudrjavtseva\OneDrive%20-%20Viimsi%20Vallavalitsus\Desktop\koosk&#245;lastused\Algatuskiri_vallavalits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5FBAD1F-D48B-409F-9D7A-247A20F1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Algatuskiri_vallavalitsus</Template>
  <TotalTime>17</TotalTime>
  <Pages>1</Pages>
  <Words>103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Viimsi</vt:lpstr>
      <vt:lpstr>Viimsi</vt:lpstr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Viimsi</dc:title>
  <dc:subject/>
  <dc:creator>Maarja Kudrjavtseva</dc:creator>
  <cp:keywords/>
  <dc:description/>
  <cp:lastModifiedBy>Maarja Kudrjavtseva</cp:lastModifiedBy>
  <cp:revision>12</cp:revision>
  <dcterms:created xsi:type="dcterms:W3CDTF">2024-02-08T11:43:00Z</dcterms:created>
  <dcterms:modified xsi:type="dcterms:W3CDTF">2024-02-08T12:08:00Z</dcterms:modified>
</cp:coreProperties>
</file>